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  <w:bookmarkStart w:id="0" w:name="_GoBack"/>
      <w:bookmarkEnd w:id="0"/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663E57" w:rsidP="002E23CD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ekologický audit areál čsad</w:t>
            </w:r>
            <w:r w:rsidR="00FE4E44">
              <w:rPr>
                <w:rFonts w:ascii="Arial" w:hAnsi="Arial" w:cs="Arial"/>
                <w:color w:val="FF0000"/>
                <w:sz w:val="24"/>
                <w:szCs w:val="24"/>
              </w:rPr>
              <w:t xml:space="preserve">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07B9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007B91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007B91">
                      <w:rPr>
                        <w:b/>
                        <w:szCs w:val="20"/>
                      </w:rPr>
                      <w:t>2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07B91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3D6E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0392"/>
    <w:rsid w:val="002B2255"/>
    <w:rsid w:val="002B42DB"/>
    <w:rsid w:val="002B5AF7"/>
    <w:rsid w:val="002C4A48"/>
    <w:rsid w:val="002C5433"/>
    <w:rsid w:val="002D572F"/>
    <w:rsid w:val="002E0F84"/>
    <w:rsid w:val="002E1705"/>
    <w:rsid w:val="002E23CD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3E57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0528D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4B4D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4E44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FA3E9BB7.dotm</Template>
  <TotalTime>33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38</cp:revision>
  <cp:lastPrinted>2026-01-05T07:44:00Z</cp:lastPrinted>
  <dcterms:created xsi:type="dcterms:W3CDTF">2019-09-19T08:40:00Z</dcterms:created>
  <dcterms:modified xsi:type="dcterms:W3CDTF">2026-01-05T07:44:00Z</dcterms:modified>
</cp:coreProperties>
</file>